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2-Accent2"/>
        <w:tblpPr w:leftFromText="180" w:rightFromText="180" w:vertAnchor="page" w:horzAnchor="margin" w:tblpX="108" w:tblpY="1486"/>
        <w:tblW w:w="8658" w:type="dxa"/>
        <w:tblLook w:val="04A0" w:firstRow="1" w:lastRow="0" w:firstColumn="1" w:lastColumn="0" w:noHBand="0" w:noVBand="1"/>
      </w:tblPr>
      <w:tblGrid>
        <w:gridCol w:w="1908"/>
        <w:gridCol w:w="960"/>
        <w:gridCol w:w="1920"/>
        <w:gridCol w:w="1056"/>
        <w:gridCol w:w="1014"/>
        <w:gridCol w:w="1800"/>
      </w:tblGrid>
      <w:tr w:rsidR="009941EF" w:rsidRPr="009941EF" w14:paraId="10314A7B" w14:textId="77777777" w:rsidTr="00831D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top w:val="single" w:sz="48" w:space="0" w:color="E5B8B7" w:themeColor="accent2" w:themeTint="66"/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2409348A" w14:textId="77777777" w:rsidR="009941EF" w:rsidRPr="009941EF" w:rsidRDefault="009941EF" w:rsidP="009941EF">
            <w:pPr>
              <w:pStyle w:val="MinutesandAgendaTitles"/>
              <w:rPr>
                <w:rFonts w:ascii="Calibri" w:hAnsi="Calibri"/>
                <w:color w:val="auto"/>
                <w:szCs w:val="28"/>
              </w:rPr>
            </w:pPr>
          </w:p>
        </w:tc>
      </w:tr>
      <w:tr w:rsidR="009941EF" w:rsidRPr="009941EF" w14:paraId="7BE6960A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sdt>
          <w:sdtPr>
            <w:rPr>
              <w:rFonts w:ascii="Calibri" w:hAnsi="Calibri"/>
              <w:sz w:val="20"/>
              <w:szCs w:val="28"/>
            </w:rPr>
            <w:id w:val="22626047"/>
            <w:placeholder>
              <w:docPart w:val="AAC44F32F2B641608B7DE1B274940005"/>
            </w:placeholder>
            <w:showingPlcHdr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M.d.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868" w:type="dxa"/>
                <w:gridSpan w:val="2"/>
                <w:tcBorders>
                  <w:left w:val="single" w:sz="48" w:space="0" w:color="E5B8B7" w:themeColor="accent2" w:themeTint="66"/>
                </w:tcBorders>
                <w:vAlign w:val="center"/>
              </w:tcPr>
              <w:p w14:paraId="4E031AF0" w14:textId="77777777" w:rsidR="009941EF" w:rsidRPr="009941EF" w:rsidRDefault="009941EF" w:rsidP="009941EF">
                <w:pPr>
                  <w:pStyle w:val="BodyCopy"/>
                  <w:rPr>
                    <w:rFonts w:ascii="Calibri" w:hAnsi="Calibri"/>
                    <w:sz w:val="20"/>
                    <w:szCs w:val="28"/>
                  </w:rPr>
                </w:pPr>
                <w:r w:rsidRPr="009941EF">
                  <w:rPr>
                    <w:rFonts w:ascii="Calibri" w:hAnsi="Calibri"/>
                    <w:sz w:val="20"/>
                    <w:szCs w:val="28"/>
                  </w:rPr>
                  <w:t>[Pick the date]</w:t>
                </w:r>
              </w:p>
            </w:tc>
          </w:sdtContent>
        </w:sdt>
        <w:sdt>
          <w:sdtPr>
            <w:rPr>
              <w:rFonts w:ascii="Calibri" w:hAnsi="Calibri"/>
              <w:spacing w:val="0"/>
              <w:sz w:val="20"/>
              <w:szCs w:val="28"/>
            </w:rPr>
            <w:id w:val="561824554"/>
            <w:placeholder>
              <w:docPart w:val="3D76CDE8C15A4942B4489D3B563F7D62"/>
            </w:placeholder>
            <w:temporary/>
            <w:showingPlcHdr/>
          </w:sdtPr>
          <w:sdtEndPr/>
          <w:sdtContent>
            <w:tc>
              <w:tcPr>
                <w:tcW w:w="2976" w:type="dxa"/>
                <w:gridSpan w:val="2"/>
                <w:vAlign w:val="center"/>
              </w:tcPr>
              <w:p w14:paraId="682D4340" w14:textId="77777777" w:rsidR="009941EF" w:rsidRPr="009941EF" w:rsidRDefault="009941EF" w:rsidP="009941EF">
                <w:pPr>
                  <w:pStyle w:val="BodyCopy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/>
                    <w:sz w:val="20"/>
                    <w:szCs w:val="28"/>
                  </w:rPr>
                </w:pPr>
                <w:r w:rsidRPr="009941EF">
                  <w:rPr>
                    <w:rFonts w:ascii="Calibri" w:hAnsi="Calibri"/>
                    <w:spacing w:val="0"/>
                    <w:sz w:val="20"/>
                    <w:szCs w:val="28"/>
                  </w:rPr>
                  <w:t>[</w:t>
                </w:r>
                <w:r w:rsidRPr="009941EF">
                  <w:rPr>
                    <w:rFonts w:ascii="Calibri" w:hAnsi="Calibri"/>
                    <w:sz w:val="20"/>
                    <w:szCs w:val="28"/>
                  </w:rPr>
                  <w:t>Meeting Time]</w:t>
                </w:r>
              </w:p>
            </w:tc>
          </w:sdtContent>
        </w:sdt>
        <w:sdt>
          <w:sdtPr>
            <w:rPr>
              <w:rFonts w:ascii="Calibri" w:hAnsi="Calibri"/>
              <w:spacing w:val="0"/>
              <w:sz w:val="20"/>
              <w:szCs w:val="28"/>
            </w:rPr>
            <w:id w:val="561824559"/>
            <w:placeholder>
              <w:docPart w:val="0DF3F0EC215145C4B4B44A75EB25A535"/>
            </w:placeholder>
            <w:temporary/>
            <w:showingPlcHdr/>
          </w:sdtPr>
          <w:sdtEndPr/>
          <w:sdtContent>
            <w:tc>
              <w:tcPr>
                <w:tcW w:w="2814" w:type="dxa"/>
                <w:gridSpan w:val="2"/>
                <w:tcBorders>
                  <w:right w:val="single" w:sz="48" w:space="0" w:color="E5B8B7" w:themeColor="accent2" w:themeTint="66"/>
                </w:tcBorders>
                <w:vAlign w:val="center"/>
              </w:tcPr>
              <w:p w14:paraId="2B79D4D4" w14:textId="77777777" w:rsidR="009941EF" w:rsidRPr="009941EF" w:rsidRDefault="009941EF" w:rsidP="009941EF">
                <w:pPr>
                  <w:pStyle w:val="BodyCopy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Calibri" w:hAnsi="Calibri"/>
                    <w:sz w:val="20"/>
                    <w:szCs w:val="28"/>
                  </w:rPr>
                </w:pPr>
                <w:r w:rsidRPr="009941EF">
                  <w:rPr>
                    <w:rFonts w:ascii="Calibri" w:hAnsi="Calibri"/>
                    <w:spacing w:val="0"/>
                    <w:sz w:val="20"/>
                    <w:szCs w:val="28"/>
                  </w:rPr>
                  <w:t>[</w:t>
                </w:r>
                <w:r w:rsidRPr="009941EF">
                  <w:rPr>
                    <w:rFonts w:ascii="Calibri" w:hAnsi="Calibri"/>
                    <w:sz w:val="20"/>
                    <w:szCs w:val="28"/>
                  </w:rPr>
                  <w:t>Meeting Location]</w:t>
                </w:r>
              </w:p>
            </w:tc>
          </w:sdtContent>
        </w:sdt>
      </w:tr>
      <w:tr w:rsidR="009941EF" w:rsidRPr="009941EF" w14:paraId="3B73CF13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5816F358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Meeting called by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03825E99" w14:textId="77777777" w:rsidR="009941EF" w:rsidRPr="009941EF" w:rsidRDefault="00AF585B" w:rsidP="00AF585B">
            <w:pPr>
              <w:pStyle w:val="BodyCopy"/>
              <w:tabs>
                <w:tab w:val="left" w:pos="106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ab/>
            </w:r>
          </w:p>
        </w:tc>
      </w:tr>
      <w:tr w:rsidR="009941EF" w:rsidRPr="009941EF" w14:paraId="19365C98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64DBEE48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Type of meeting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64512CF3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5C54F93C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558ADF6D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Facilitator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4BAA38E1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209AE5DF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42EA6969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Note taker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35DAA93A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73BAF80D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717160A5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Timekeeper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25958278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24644140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66CB0F58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Attendees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1718904B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5747D85C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3527E9F9" w14:textId="77777777" w:rsidR="009941EF" w:rsidRPr="009941EF" w:rsidRDefault="009941EF" w:rsidP="009941EF">
            <w:pPr>
              <w:pStyle w:val="MinutesandAgendaTitles"/>
              <w:rPr>
                <w:rFonts w:ascii="Calibri" w:hAnsi="Calibri"/>
                <w:b/>
                <w:bCs w:val="0"/>
                <w:color w:val="auto"/>
                <w:szCs w:val="28"/>
              </w:rPr>
            </w:pPr>
            <w:r w:rsidRPr="009941EF">
              <w:rPr>
                <w:rFonts w:ascii="Calibri" w:hAnsi="Calibri"/>
                <w:b/>
                <w:bCs w:val="0"/>
                <w:color w:val="auto"/>
                <w:sz w:val="24"/>
                <w:szCs w:val="36"/>
              </w:rPr>
              <w:t>Agenda Topic</w:t>
            </w:r>
          </w:p>
        </w:tc>
      </w:tr>
      <w:tr w:rsidR="009941EF" w:rsidRPr="009941EF" w14:paraId="1F3D90C5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7A4438A1" w14:textId="77777777" w:rsidR="009941EF" w:rsidRPr="009941EF" w:rsidRDefault="00AF585B" w:rsidP="00AF585B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Time Allotted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263D7851" w14:textId="77777777" w:rsidR="009941EF" w:rsidRPr="009941EF" w:rsidRDefault="00AF585B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Presenter</w:t>
            </w:r>
          </w:p>
        </w:tc>
      </w:tr>
      <w:tr w:rsidR="009941EF" w:rsidRPr="009941EF" w14:paraId="002779C4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17E7AB23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Discussion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2D9D21D3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433D6693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05770D14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5B883DD3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2594E0FE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6EC0F4E9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14B8A16B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Conclusions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0A155094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0C290146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7B8082DB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76BBB727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1C229BB2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1D063577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</w:tcBorders>
            <w:vAlign w:val="center"/>
          </w:tcPr>
          <w:p w14:paraId="1A6E5BEA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Action Items</w:t>
            </w:r>
          </w:p>
        </w:tc>
        <w:tc>
          <w:tcPr>
            <w:tcW w:w="2070" w:type="dxa"/>
            <w:gridSpan w:val="2"/>
            <w:vAlign w:val="center"/>
          </w:tcPr>
          <w:p w14:paraId="16C8E685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Person Responsible</w:t>
            </w:r>
          </w:p>
        </w:tc>
        <w:tc>
          <w:tcPr>
            <w:tcW w:w="1800" w:type="dxa"/>
            <w:tcBorders>
              <w:right w:val="single" w:sz="48" w:space="0" w:color="E5B8B7" w:themeColor="accent2" w:themeTint="66"/>
            </w:tcBorders>
            <w:vAlign w:val="center"/>
          </w:tcPr>
          <w:p w14:paraId="34402CDF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Deadline</w:t>
            </w:r>
          </w:p>
        </w:tc>
      </w:tr>
      <w:tr w:rsidR="009941EF" w:rsidRPr="009941EF" w14:paraId="5F471696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</w:tcBorders>
            <w:vAlign w:val="center"/>
          </w:tcPr>
          <w:p w14:paraId="123DD087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68758AA8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1800" w:type="dxa"/>
            <w:tcBorders>
              <w:right w:val="single" w:sz="48" w:space="0" w:color="E5B8B7" w:themeColor="accent2" w:themeTint="66"/>
            </w:tcBorders>
            <w:vAlign w:val="center"/>
          </w:tcPr>
          <w:p w14:paraId="0055310B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25227744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</w:tcBorders>
            <w:vAlign w:val="center"/>
          </w:tcPr>
          <w:p w14:paraId="453A5D0C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6B107471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1800" w:type="dxa"/>
            <w:tcBorders>
              <w:right w:val="single" w:sz="48" w:space="0" w:color="E5B8B7" w:themeColor="accent2" w:themeTint="66"/>
            </w:tcBorders>
            <w:vAlign w:val="center"/>
          </w:tcPr>
          <w:p w14:paraId="71500025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3D5A6009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36462DDE" w14:textId="77777777" w:rsidR="009941EF" w:rsidRPr="009941EF" w:rsidRDefault="009941EF" w:rsidP="009941EF">
            <w:pPr>
              <w:pStyle w:val="MinutesandAgendaTitles"/>
              <w:rPr>
                <w:rFonts w:ascii="Calibri" w:hAnsi="Calibri"/>
                <w:b/>
                <w:bCs w:val="0"/>
                <w:color w:val="auto"/>
                <w:szCs w:val="28"/>
              </w:rPr>
            </w:pPr>
            <w:r w:rsidRPr="009941EF">
              <w:rPr>
                <w:rFonts w:ascii="Calibri" w:hAnsi="Calibri"/>
                <w:b/>
                <w:bCs w:val="0"/>
                <w:color w:val="auto"/>
                <w:sz w:val="24"/>
                <w:szCs w:val="36"/>
              </w:rPr>
              <w:t>Agenda Topic</w:t>
            </w:r>
          </w:p>
        </w:tc>
      </w:tr>
      <w:tr w:rsidR="009941EF" w:rsidRPr="009941EF" w14:paraId="06042994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4F23108F" w14:textId="77777777" w:rsidR="009941EF" w:rsidRPr="009941EF" w:rsidRDefault="00AF585B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Time Allotted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0F3F2F3E" w14:textId="77777777" w:rsidR="009941EF" w:rsidRPr="009941EF" w:rsidRDefault="00AF585B" w:rsidP="00AF585B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>
              <w:rPr>
                <w:rFonts w:ascii="Calibri" w:hAnsi="Calibri"/>
                <w:sz w:val="20"/>
                <w:szCs w:val="28"/>
              </w:rPr>
              <w:t>Presenter</w:t>
            </w:r>
          </w:p>
        </w:tc>
      </w:tr>
      <w:tr w:rsidR="009941EF" w:rsidRPr="009941EF" w14:paraId="5E50531B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68BBD440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Discussion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08CA9204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3CA16B51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4A9120BA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459A212F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179EE3E9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023B4DDB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tcBorders>
              <w:left w:val="single" w:sz="48" w:space="0" w:color="E5B8B7" w:themeColor="accent2" w:themeTint="66"/>
            </w:tcBorders>
            <w:vAlign w:val="center"/>
          </w:tcPr>
          <w:p w14:paraId="44F7E31D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Conclusions</w:t>
            </w:r>
          </w:p>
        </w:tc>
        <w:tc>
          <w:tcPr>
            <w:tcW w:w="6750" w:type="dxa"/>
            <w:gridSpan w:val="5"/>
            <w:tcBorders>
              <w:right w:val="single" w:sz="48" w:space="0" w:color="E5B8B7" w:themeColor="accent2" w:themeTint="66"/>
            </w:tcBorders>
            <w:vAlign w:val="center"/>
          </w:tcPr>
          <w:p w14:paraId="74D09D9C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36E93A84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3826787E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5E330311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58" w:type="dxa"/>
            <w:gridSpan w:val="6"/>
            <w:tcBorders>
              <w:left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2C76A209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6B978B1C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</w:tcBorders>
            <w:vAlign w:val="center"/>
          </w:tcPr>
          <w:p w14:paraId="66098E2C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Action Items</w:t>
            </w:r>
          </w:p>
        </w:tc>
        <w:tc>
          <w:tcPr>
            <w:tcW w:w="2070" w:type="dxa"/>
            <w:gridSpan w:val="2"/>
            <w:vAlign w:val="center"/>
          </w:tcPr>
          <w:p w14:paraId="17A01683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Person Responsible</w:t>
            </w:r>
          </w:p>
        </w:tc>
        <w:tc>
          <w:tcPr>
            <w:tcW w:w="1800" w:type="dxa"/>
            <w:tcBorders>
              <w:right w:val="single" w:sz="48" w:space="0" w:color="E5B8B7" w:themeColor="accent2" w:themeTint="66"/>
            </w:tcBorders>
            <w:vAlign w:val="center"/>
          </w:tcPr>
          <w:p w14:paraId="738C61F9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  <w:r w:rsidRPr="009941EF">
              <w:rPr>
                <w:rFonts w:ascii="Calibri" w:hAnsi="Calibri"/>
                <w:sz w:val="20"/>
                <w:szCs w:val="28"/>
              </w:rPr>
              <w:t>Deadline</w:t>
            </w:r>
          </w:p>
        </w:tc>
      </w:tr>
      <w:tr w:rsidR="009941EF" w:rsidRPr="009941EF" w14:paraId="62E41437" w14:textId="77777777" w:rsidTr="00831DB7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</w:tcBorders>
            <w:vAlign w:val="center"/>
          </w:tcPr>
          <w:p w14:paraId="2FC0A28A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0C285B3B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1800" w:type="dxa"/>
            <w:tcBorders>
              <w:right w:val="single" w:sz="48" w:space="0" w:color="E5B8B7" w:themeColor="accent2" w:themeTint="66"/>
            </w:tcBorders>
            <w:vAlign w:val="center"/>
          </w:tcPr>
          <w:p w14:paraId="0340AAC6" w14:textId="77777777" w:rsidR="009941EF" w:rsidRPr="009941EF" w:rsidRDefault="009941EF" w:rsidP="009941EF">
            <w:pPr>
              <w:pStyle w:val="BodyCop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  <w:tr w:rsidR="009941EF" w:rsidRPr="009941EF" w14:paraId="76E15817" w14:textId="77777777" w:rsidTr="00831D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  <w:gridSpan w:val="3"/>
            <w:tcBorders>
              <w:left w:val="single" w:sz="48" w:space="0" w:color="E5B8B7" w:themeColor="accent2" w:themeTint="66"/>
              <w:bottom w:val="single" w:sz="48" w:space="0" w:color="E5B8B7" w:themeColor="accent2" w:themeTint="66"/>
            </w:tcBorders>
            <w:vAlign w:val="center"/>
          </w:tcPr>
          <w:p w14:paraId="62E87B37" w14:textId="77777777" w:rsidR="009941EF" w:rsidRPr="009941EF" w:rsidRDefault="009941EF" w:rsidP="009941EF">
            <w:pPr>
              <w:pStyle w:val="BodyCopy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2070" w:type="dxa"/>
            <w:gridSpan w:val="2"/>
            <w:tcBorders>
              <w:bottom w:val="single" w:sz="48" w:space="0" w:color="E5B8B7" w:themeColor="accent2" w:themeTint="66"/>
            </w:tcBorders>
            <w:vAlign w:val="center"/>
          </w:tcPr>
          <w:p w14:paraId="0BCBD9C8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  <w:tc>
          <w:tcPr>
            <w:tcW w:w="1800" w:type="dxa"/>
            <w:tcBorders>
              <w:bottom w:val="single" w:sz="48" w:space="0" w:color="E5B8B7" w:themeColor="accent2" w:themeTint="66"/>
              <w:right w:val="single" w:sz="48" w:space="0" w:color="E5B8B7" w:themeColor="accent2" w:themeTint="66"/>
            </w:tcBorders>
            <w:vAlign w:val="center"/>
          </w:tcPr>
          <w:p w14:paraId="266E773E" w14:textId="77777777" w:rsidR="009941EF" w:rsidRPr="009941EF" w:rsidRDefault="009941EF" w:rsidP="009941EF">
            <w:pPr>
              <w:pStyle w:val="BodyCop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8"/>
              </w:rPr>
            </w:pPr>
          </w:p>
        </w:tc>
      </w:tr>
    </w:tbl>
    <w:p w14:paraId="3DFD7101" w14:textId="77777777" w:rsidR="006E0E70" w:rsidRPr="0023297A" w:rsidRDefault="009941EF" w:rsidP="009941EF">
      <w:pPr>
        <w:shd w:val="clear" w:color="auto" w:fill="E5B8B7" w:themeFill="accent2" w:themeFillTint="66"/>
        <w:jc w:val="center"/>
        <w:rPr>
          <w:bCs/>
          <w:sz w:val="42"/>
          <w:szCs w:val="144"/>
        </w:rPr>
      </w:pPr>
      <w:r w:rsidRPr="0023297A">
        <w:rPr>
          <w:bCs/>
          <w:sz w:val="42"/>
          <w:szCs w:val="144"/>
        </w:rPr>
        <w:t>Meeting Agenda</w:t>
      </w:r>
      <w:bookmarkStart w:id="0" w:name="_GoBack"/>
      <w:bookmarkEnd w:id="0"/>
    </w:p>
    <w:sectPr w:rsidR="006E0E70" w:rsidRPr="0023297A" w:rsidSect="009941EF">
      <w:pgSz w:w="12240" w:h="15840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B344A" w14:textId="77777777" w:rsidR="007B5F08" w:rsidRDefault="007B5F08">
      <w:r>
        <w:separator/>
      </w:r>
    </w:p>
  </w:endnote>
  <w:endnote w:type="continuationSeparator" w:id="0">
    <w:p w14:paraId="5A82FEBA" w14:textId="77777777" w:rsidR="007B5F08" w:rsidRDefault="007B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D8469" w14:textId="77777777" w:rsidR="007B5F08" w:rsidRDefault="007B5F08">
      <w:r>
        <w:separator/>
      </w:r>
    </w:p>
  </w:footnote>
  <w:footnote w:type="continuationSeparator" w:id="0">
    <w:p w14:paraId="2CEF7D57" w14:textId="77777777" w:rsidR="007B5F08" w:rsidRDefault="007B5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2D9C0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A016D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C9486A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7A6014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displayBackgroundShap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1EF"/>
    <w:rsid w:val="0018514B"/>
    <w:rsid w:val="0023297A"/>
    <w:rsid w:val="006E0E70"/>
    <w:rsid w:val="007B5F08"/>
    <w:rsid w:val="00831DB7"/>
    <w:rsid w:val="009941EF"/>
    <w:rsid w:val="00AF585B"/>
    <w:rsid w:val="00B4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2e8"/>
    </o:shapedefaults>
    <o:shapelayout v:ext="edit">
      <o:idmap v:ext="edit" data="1"/>
    </o:shapelayout>
  </w:shapeDefaults>
  <w:doNotEmbedSmartTags/>
  <w:decimalSymbol w:val="."/>
  <w:listSeparator w:val=","/>
  <w14:docId w14:val="3C8E05C3"/>
  <w15:docId w15:val="{8B27ECD2-F9EF-4F1D-A65B-E213D3698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semiHidden/>
    <w:qFormat/>
    <w:rsid w:val="006E0E70"/>
    <w:pPr>
      <w:spacing w:after="0" w:line="240" w:lineRule="auto"/>
    </w:pPr>
    <w:rPr>
      <w:spacing w:val="8"/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qFormat/>
    <w:rsid w:val="006E0E70"/>
    <w:pPr>
      <w:outlineLvl w:val="0"/>
    </w:pPr>
    <w:rPr>
      <w:b/>
      <w:color w:val="FFFFFF" w:themeColor="background1"/>
      <w:sz w:val="20"/>
    </w:rPr>
  </w:style>
  <w:style w:type="paragraph" w:styleId="Heading2">
    <w:name w:val="heading 2"/>
    <w:basedOn w:val="Heading1"/>
    <w:next w:val="Normal"/>
    <w:link w:val="Heading2Char"/>
    <w:uiPriority w:val="1"/>
    <w:semiHidden/>
    <w:qFormat/>
    <w:rsid w:val="006E0E70"/>
    <w:pPr>
      <w:outlineLvl w:val="1"/>
    </w:pPr>
    <w:rPr>
      <w:color w:val="A6A6A6" w:themeColor="background1" w:themeShade="A6"/>
    </w:rPr>
  </w:style>
  <w:style w:type="paragraph" w:styleId="Heading3">
    <w:name w:val="heading 3"/>
    <w:basedOn w:val="Heading2"/>
    <w:next w:val="Normal"/>
    <w:link w:val="Heading3Char"/>
    <w:uiPriority w:val="1"/>
    <w:semiHidden/>
    <w:qFormat/>
    <w:rsid w:val="006E0E70"/>
    <w:pPr>
      <w:outlineLvl w:val="2"/>
    </w:pPr>
    <w:rPr>
      <w:b w:val="0"/>
    </w:rPr>
  </w:style>
  <w:style w:type="paragraph" w:styleId="Heading4">
    <w:name w:val="heading 4"/>
    <w:basedOn w:val="Heading5"/>
    <w:next w:val="Normal"/>
    <w:link w:val="Heading4Char"/>
    <w:uiPriority w:val="1"/>
    <w:semiHidden/>
    <w:qFormat/>
    <w:rsid w:val="006E0E70"/>
    <w:pPr>
      <w:spacing w:before="40" w:after="280"/>
      <w:outlineLvl w:val="3"/>
    </w:pPr>
    <w:rPr>
      <w:color w:val="B8CCE4" w:themeColor="accent1" w:themeTint="66"/>
    </w:rPr>
  </w:style>
  <w:style w:type="paragraph" w:styleId="Heading5">
    <w:name w:val="heading 5"/>
    <w:basedOn w:val="Normal"/>
    <w:next w:val="Normal"/>
    <w:link w:val="Heading5Char"/>
    <w:uiPriority w:val="1"/>
    <w:semiHidden/>
    <w:qFormat/>
    <w:rsid w:val="006E0E70"/>
    <w:pPr>
      <w:keepNext/>
      <w:keepLines/>
      <w:spacing w:before="200"/>
      <w:outlineLvl w:val="4"/>
    </w:pPr>
    <w:rPr>
      <w:rFonts w:eastAsiaTheme="majorEastAsia" w:cstheme="majorBidi"/>
      <w:color w:val="D9D9D9" w:themeColor="background1" w:themeShade="D9"/>
      <w:sz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6E0E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6E0E7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0E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0E7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1"/>
    <w:semiHidden/>
    <w:rsid w:val="006E0E70"/>
    <w:rPr>
      <w:b/>
      <w:color w:val="FFFFFF" w:themeColor="background1"/>
      <w:spacing w:val="8"/>
      <w:sz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6E0E70"/>
    <w:rPr>
      <w:b/>
      <w:color w:val="A6A6A6" w:themeColor="background1" w:themeShade="A6"/>
      <w:spacing w:val="8"/>
      <w:sz w:val="20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6E0E70"/>
    <w:rPr>
      <w:color w:val="A6A6A6" w:themeColor="background1" w:themeShade="A6"/>
      <w:spacing w:val="8"/>
      <w:sz w:val="20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6E0E70"/>
    <w:rPr>
      <w:rFonts w:eastAsiaTheme="majorEastAsia" w:cstheme="majorBidi"/>
      <w:color w:val="B8CCE4" w:themeColor="accent1" w:themeTint="66"/>
      <w:spacing w:val="8"/>
      <w:sz w:val="96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6E0E70"/>
    <w:rPr>
      <w:rFonts w:eastAsiaTheme="majorEastAsia" w:cstheme="majorBidi"/>
      <w:color w:val="D9D9D9" w:themeColor="background1" w:themeShade="D9"/>
      <w:spacing w:val="8"/>
      <w:sz w:val="96"/>
    </w:rPr>
  </w:style>
  <w:style w:type="paragraph" w:customStyle="1" w:styleId="BodyCopy">
    <w:name w:val="Body Copy"/>
    <w:basedOn w:val="Normal"/>
    <w:qFormat/>
    <w:rsid w:val="006E0E70"/>
    <w:rPr>
      <w:sz w:val="16"/>
    </w:rPr>
  </w:style>
  <w:style w:type="paragraph" w:customStyle="1" w:styleId="MeetingMinutesHeading">
    <w:name w:val="Meeting Minutes Heading"/>
    <w:basedOn w:val="Normal"/>
    <w:qFormat/>
    <w:rsid w:val="006E0E70"/>
    <w:pPr>
      <w:keepNext/>
      <w:keepLines/>
      <w:spacing w:before="40" w:after="280"/>
    </w:pPr>
    <w:rPr>
      <w:rFonts w:eastAsiaTheme="majorEastAsia" w:cstheme="majorBidi"/>
      <w:color w:val="B8CCE4" w:themeColor="accent1" w:themeTint="66"/>
      <w:sz w:val="96"/>
    </w:rPr>
  </w:style>
  <w:style w:type="paragraph" w:customStyle="1" w:styleId="MinutesandAgendaTitles">
    <w:name w:val="Minutes and Agenda Titles"/>
    <w:basedOn w:val="Normal"/>
    <w:qFormat/>
    <w:rsid w:val="006E0E70"/>
    <w:rPr>
      <w:b/>
      <w:color w:val="FFFFFF" w:themeColor="background1"/>
      <w:sz w:val="20"/>
    </w:rPr>
  </w:style>
  <w:style w:type="paragraph" w:styleId="Header">
    <w:name w:val="header"/>
    <w:basedOn w:val="Normal"/>
    <w:link w:val="Head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E70"/>
    <w:rPr>
      <w:spacing w:val="8"/>
      <w:sz w:val="18"/>
    </w:rPr>
  </w:style>
  <w:style w:type="paragraph" w:styleId="Footer">
    <w:name w:val="footer"/>
    <w:basedOn w:val="Normal"/>
    <w:link w:val="FooterChar"/>
    <w:uiPriority w:val="99"/>
    <w:unhideWhenUsed/>
    <w:rsid w:val="006E0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E70"/>
    <w:rPr>
      <w:spacing w:val="8"/>
      <w:sz w:val="18"/>
    </w:rPr>
  </w:style>
  <w:style w:type="table" w:styleId="GridTable1Light-Accent5">
    <w:name w:val="Grid Table 1 Light Accent 5"/>
    <w:basedOn w:val="TableNormal"/>
    <w:uiPriority w:val="46"/>
    <w:rsid w:val="009941E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2">
    <w:name w:val="Grid Table 2 Accent 2"/>
    <w:basedOn w:val="TableNormal"/>
    <w:uiPriority w:val="47"/>
    <w:rsid w:val="009941EF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mpaq\AppData\Roaming\Microsoft\Templates\Meeting%20minute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AC44F32F2B641608B7DE1B2749400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986150-225F-4FCA-BB7A-6ED04E711317}"/>
      </w:docPartPr>
      <w:docPartBody>
        <w:p w:rsidR="00C84ADE" w:rsidRDefault="00487017" w:rsidP="00487017">
          <w:pPr>
            <w:pStyle w:val="AAC44F32F2B641608B7DE1B274940005"/>
          </w:pPr>
          <w:r>
            <w:t>[Pick the date]</w:t>
          </w:r>
        </w:p>
      </w:docPartBody>
    </w:docPart>
    <w:docPart>
      <w:docPartPr>
        <w:name w:val="3D76CDE8C15A4942B4489D3B563F7D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AD89C-03E1-4F8B-BD1F-A4196F368B35}"/>
      </w:docPartPr>
      <w:docPartBody>
        <w:p w:rsidR="00C84ADE" w:rsidRDefault="00487017" w:rsidP="00487017">
          <w:pPr>
            <w:pStyle w:val="3D76CDE8C15A4942B4489D3B563F7D62"/>
          </w:pPr>
          <w:r>
            <w:t>[Meeting Time]</w:t>
          </w:r>
        </w:p>
      </w:docPartBody>
    </w:docPart>
    <w:docPart>
      <w:docPartPr>
        <w:name w:val="0DF3F0EC215145C4B4B44A75EB25A5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66F91-4064-443D-AFF4-9235E7306507}"/>
      </w:docPartPr>
      <w:docPartBody>
        <w:p w:rsidR="00C84ADE" w:rsidRDefault="00487017" w:rsidP="00487017">
          <w:pPr>
            <w:pStyle w:val="0DF3F0EC215145C4B4B44A75EB25A535"/>
          </w:pPr>
          <w:r>
            <w:t>[Meeting Location]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Condensed">
    <w:altName w:val="Franklin Gothic Medium Cond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017"/>
    <w:rsid w:val="00487017"/>
    <w:rsid w:val="007250F5"/>
    <w:rsid w:val="00C8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8211143F21D4DE4B836DF6FFA6D765A">
    <w:name w:val="E8211143F21D4DE4B836DF6FFA6D765A"/>
  </w:style>
  <w:style w:type="paragraph" w:customStyle="1" w:styleId="B5918AE65B584E1B9EE128FA59443CBF">
    <w:name w:val="B5918AE65B584E1B9EE128FA59443CBF"/>
  </w:style>
  <w:style w:type="paragraph" w:customStyle="1" w:styleId="0A8759B966E7400A9D89D87A1C797E44">
    <w:name w:val="0A8759B966E7400A9D89D87A1C797E44"/>
  </w:style>
  <w:style w:type="paragraph" w:customStyle="1" w:styleId="5EDB4EB5EB9E4CFCA28B5A8679306AE1">
    <w:name w:val="5EDB4EB5EB9E4CFCA28B5A8679306AE1"/>
  </w:style>
  <w:style w:type="character" w:styleId="PlaceholderText">
    <w:name w:val="Placeholder Text"/>
    <w:basedOn w:val="DefaultParagraphFont"/>
    <w:uiPriority w:val="99"/>
    <w:semiHidden/>
    <w:rsid w:val="00487017"/>
    <w:rPr>
      <w:color w:val="808080"/>
    </w:rPr>
  </w:style>
  <w:style w:type="paragraph" w:customStyle="1" w:styleId="AFEF5246EBAB4F8692CB579230A3D5A3">
    <w:name w:val="AFEF5246EBAB4F8692CB579230A3D5A3"/>
  </w:style>
  <w:style w:type="paragraph" w:customStyle="1" w:styleId="EAD8EE97687546A0A394C12B6A75BBF7">
    <w:name w:val="EAD8EE97687546A0A394C12B6A75BBF7"/>
  </w:style>
  <w:style w:type="paragraph" w:customStyle="1" w:styleId="64835FE5BFE94A4981887E7EADB4CD67">
    <w:name w:val="64835FE5BFE94A4981887E7EADB4CD67"/>
  </w:style>
  <w:style w:type="paragraph" w:customStyle="1" w:styleId="BDBEAE333B8E4ADC96A8DA795B5CEFD2">
    <w:name w:val="BDBEAE333B8E4ADC96A8DA795B5CEFD2"/>
  </w:style>
  <w:style w:type="paragraph" w:customStyle="1" w:styleId="75C53428B81D4802AED6CE7A09A9839C">
    <w:name w:val="75C53428B81D4802AED6CE7A09A9839C"/>
  </w:style>
  <w:style w:type="paragraph" w:customStyle="1" w:styleId="E027664B0FCC497F803D8AA13AA37658">
    <w:name w:val="E027664B0FCC497F803D8AA13AA37658"/>
  </w:style>
  <w:style w:type="paragraph" w:customStyle="1" w:styleId="4D3C8D7CA5A14437B1074487DFCFE560">
    <w:name w:val="4D3C8D7CA5A14437B1074487DFCFE560"/>
  </w:style>
  <w:style w:type="paragraph" w:customStyle="1" w:styleId="9FC2CC672A144AF5B90A779B8FE256C8">
    <w:name w:val="9FC2CC672A144AF5B90A779B8FE256C8"/>
  </w:style>
  <w:style w:type="paragraph" w:customStyle="1" w:styleId="0B42ACA7D30B42FD94DB655EE300DF00">
    <w:name w:val="0B42ACA7D30B42FD94DB655EE300DF00"/>
  </w:style>
  <w:style w:type="paragraph" w:customStyle="1" w:styleId="5117A2D6FC414E4EBF65068B9F3BA12F">
    <w:name w:val="5117A2D6FC414E4EBF65068B9F3BA12F"/>
  </w:style>
  <w:style w:type="paragraph" w:customStyle="1" w:styleId="4C19312A0F094738B10732561A0BD0D5">
    <w:name w:val="4C19312A0F094738B10732561A0BD0D5"/>
  </w:style>
  <w:style w:type="paragraph" w:customStyle="1" w:styleId="AAC44F32F2B641608B7DE1B274940005">
    <w:name w:val="AAC44F32F2B641608B7DE1B274940005"/>
    <w:rsid w:val="00487017"/>
  </w:style>
  <w:style w:type="paragraph" w:customStyle="1" w:styleId="3D76CDE8C15A4942B4489D3B563F7D62">
    <w:name w:val="3D76CDE8C15A4942B4489D3B563F7D62"/>
    <w:rsid w:val="00487017"/>
  </w:style>
  <w:style w:type="paragraph" w:customStyle="1" w:styleId="0DF3F0EC215145C4B4B44A75EB25A535">
    <w:name w:val="0DF3F0EC215145C4B4B44A75EB25A535"/>
    <w:rsid w:val="00487017"/>
  </w:style>
  <w:style w:type="paragraph" w:customStyle="1" w:styleId="F1ACF8357CAC4B47861F964595E687B7">
    <w:name w:val="F1ACF8357CAC4B47861F964595E687B7"/>
    <w:rsid w:val="00487017"/>
  </w:style>
  <w:style w:type="paragraph" w:customStyle="1" w:styleId="B5B3AAA926B24EB49A868136DB82F6C9">
    <w:name w:val="B5B3AAA926B24EB49A868136DB82F6C9"/>
    <w:rsid w:val="00487017"/>
  </w:style>
  <w:style w:type="paragraph" w:customStyle="1" w:styleId="BE9A0FA82D8D4FD782A4617F03EBB7A0">
    <w:name w:val="BE9A0FA82D8D4FD782A4617F03EBB7A0"/>
    <w:rsid w:val="00487017"/>
  </w:style>
  <w:style w:type="paragraph" w:customStyle="1" w:styleId="7C8CD54A3527446F8902069DFBFA7BAE">
    <w:name w:val="7C8CD54A3527446F8902069DFBFA7BAE"/>
    <w:rsid w:val="00487017"/>
  </w:style>
  <w:style w:type="paragraph" w:customStyle="1" w:styleId="B1CD6CD0B5F8485F91C5A34EF89B58CC">
    <w:name w:val="B1CD6CD0B5F8485F91C5A34EF89B58CC"/>
    <w:rsid w:val="00487017"/>
  </w:style>
  <w:style w:type="paragraph" w:customStyle="1" w:styleId="7D356304148C48F5BE101BFE8A64971A">
    <w:name w:val="7D356304148C48F5BE101BFE8A64971A"/>
    <w:rsid w:val="00487017"/>
  </w:style>
  <w:style w:type="paragraph" w:customStyle="1" w:styleId="FC96BB01FC3E41889C9537D46F5A85B8">
    <w:name w:val="FC96BB01FC3E41889C9537D46F5A85B8"/>
    <w:rsid w:val="00487017"/>
  </w:style>
  <w:style w:type="paragraph" w:customStyle="1" w:styleId="346F46E9AC0F4066BCD82E0A56F4616F">
    <w:name w:val="346F46E9AC0F4066BCD82E0A56F4616F"/>
    <w:rsid w:val="00487017"/>
  </w:style>
  <w:style w:type="paragraph" w:customStyle="1" w:styleId="0221A7D28C45482DBAE492FD7B0949B2">
    <w:name w:val="0221A7D28C45482DBAE492FD7B0949B2"/>
    <w:rsid w:val="00487017"/>
  </w:style>
  <w:style w:type="paragraph" w:customStyle="1" w:styleId="10A886CCFADC45C39ECEA7C7A33B13B1">
    <w:name w:val="10A886CCFADC45C39ECEA7C7A33B13B1"/>
    <w:rsid w:val="00487017"/>
  </w:style>
  <w:style w:type="paragraph" w:customStyle="1" w:styleId="2F56E559B1FA4E779E9D11D440465569">
    <w:name w:val="2F56E559B1FA4E779E9D11D440465569"/>
    <w:rsid w:val="00487017"/>
  </w:style>
  <w:style w:type="paragraph" w:customStyle="1" w:styleId="99C065ACEA0943E9A83CFAE9E31C584B">
    <w:name w:val="99C065ACEA0943E9A83CFAE9E31C584B"/>
    <w:rsid w:val="00C84ADE"/>
  </w:style>
  <w:style w:type="paragraph" w:customStyle="1" w:styleId="E75D886BFEF4476CBFC5C6D6DB8501EC">
    <w:name w:val="E75D886BFEF4476CBFC5C6D6DB8501EC"/>
    <w:rsid w:val="00C84ADE"/>
  </w:style>
  <w:style w:type="paragraph" w:customStyle="1" w:styleId="8BE7C17EF3C346EBBF5EB5FFB5E06A7A">
    <w:name w:val="8BE7C17EF3C346EBBF5EB5FFB5E06A7A"/>
    <w:rsid w:val="00C84A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Custom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School Presentation">
      <a:majorFont>
        <a:latin typeface="Bookman Old Style"/>
        <a:ea typeface=""/>
        <a:cs typeface=""/>
      </a:majorFont>
      <a:minorFont>
        <a:latin typeface="Segoe Condensed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0ABAF2B-CAAF-430E-93A5-E0C27C6011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minutes</Template>
  <TotalTime>27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minutes</dc:title>
  <dc:subject/>
  <dc:creator>MRT www.Win2Farsi.com</dc:creator>
  <cp:keywords/>
  <cp:lastModifiedBy>Muhammad Khalid Farooq</cp:lastModifiedBy>
  <cp:revision>5</cp:revision>
  <cp:lastPrinted>2006-08-01T17:47:00Z</cp:lastPrinted>
  <dcterms:created xsi:type="dcterms:W3CDTF">2015-12-09T07:16:00Z</dcterms:created>
  <dcterms:modified xsi:type="dcterms:W3CDTF">2018-09-19T06:10:00Z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TC101731859990</vt:lpwstr>
  </property>
</Properties>
</file>